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3892D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75018FFB" w14:textId="77777777" w:rsidR="00872F1F" w:rsidRPr="00535E9B" w:rsidRDefault="00872F1F" w:rsidP="00B16417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4E457B7F" w:rsidR="00B67D39" w:rsidRPr="006B56FD" w:rsidRDefault="00B67D39" w:rsidP="00542D4E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42D4E">
              <w:rPr>
                <w:rFonts w:asciiTheme="minorHAnsi" w:hAnsiTheme="minorHAnsi" w:cstheme="minorHAnsi"/>
                <w:b/>
              </w:rPr>
              <w:t xml:space="preserve">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41204574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337FED37" w14:textId="3FA313EA" w:rsidR="00CC7E12" w:rsidRPr="00CC7E12" w:rsidRDefault="0008269D" w:rsidP="00B16417">
      <w:pPr>
        <w:spacing w:after="120"/>
        <w:jc w:val="both"/>
        <w:rPr>
          <w:rFonts w:cstheme="minorHAnsi"/>
        </w:rPr>
      </w:pPr>
      <w:r w:rsidRPr="0008269D">
        <w:rPr>
          <w:rFonts w:cstheme="minorHAnsi"/>
        </w:rPr>
        <w:t xml:space="preserve">Na potrzeby postępowania o udzielenie zamówienia prowadzonego pn. </w:t>
      </w:r>
      <w:r w:rsidR="0085193B" w:rsidRPr="0085193B">
        <w:rPr>
          <w:rFonts w:cstheme="minorHAnsi"/>
          <w:b/>
          <w:bCs/>
          <w:iCs/>
        </w:rPr>
        <w:t>Wykonanie dokumentacji projektowej w branży elektroenergetycznej na terenie działania OŁD w RE Żyrardów w podziale na 5 części</w:t>
      </w:r>
      <w:r w:rsidRPr="0008269D">
        <w:rPr>
          <w:rFonts w:cstheme="minorHAnsi"/>
        </w:rPr>
        <w:t xml:space="preserve">, nr </w:t>
      </w:r>
      <w:r w:rsidRPr="0008269D">
        <w:rPr>
          <w:rFonts w:cstheme="minorHAnsi"/>
          <w:b/>
        </w:rPr>
        <w:t>POST/DYS/OLD/GZ/04</w:t>
      </w:r>
      <w:r w:rsidR="00D54E6E">
        <w:rPr>
          <w:rFonts w:cstheme="minorHAnsi"/>
          <w:b/>
        </w:rPr>
        <w:t>37</w:t>
      </w:r>
      <w:r w:rsidR="0085193B">
        <w:rPr>
          <w:rFonts w:cstheme="minorHAnsi"/>
          <w:b/>
        </w:rPr>
        <w:t>8</w:t>
      </w:r>
      <w:r w:rsidRPr="0008269D">
        <w:rPr>
          <w:rFonts w:cstheme="minorHAnsi"/>
          <w:b/>
        </w:rPr>
        <w:t>/2025</w:t>
      </w:r>
      <w:r w:rsidRPr="0008269D">
        <w:rPr>
          <w:rFonts w:cstheme="minorHAnsi"/>
        </w:rPr>
        <w:t>, prowadzonego przez Oddział Łódź</w:t>
      </w:r>
      <w:r w:rsidRPr="0008269D">
        <w:rPr>
          <w:rFonts w:cstheme="minorHAnsi"/>
          <w:i/>
        </w:rPr>
        <w:t xml:space="preserve">, </w:t>
      </w:r>
      <w:r w:rsidRPr="0008269D">
        <w:rPr>
          <w:rFonts w:cstheme="minorHAnsi"/>
        </w:rPr>
        <w:t>oświadczam,</w:t>
      </w:r>
      <w:r w:rsidR="00F12B9B">
        <w:rPr>
          <w:rFonts w:cstheme="minorHAnsi"/>
        </w:rPr>
        <w:t xml:space="preserve"> </w:t>
      </w:r>
      <w:r w:rsidRPr="0008269D">
        <w:rPr>
          <w:rFonts w:cstheme="minorHAnsi"/>
        </w:rPr>
        <w:t>co następuje</w:t>
      </w:r>
      <w:r w:rsidR="00CC7E12" w:rsidRPr="00CC7E12">
        <w:rPr>
          <w:rFonts w:cstheme="minorHAnsi"/>
        </w:rPr>
        <w:t>:</w:t>
      </w:r>
    </w:p>
    <w:p w14:paraId="4DBC3278" w14:textId="77777777" w:rsidR="00CC7E12" w:rsidRPr="00CC7E12" w:rsidRDefault="00CC7E12" w:rsidP="00B16417">
      <w:pPr>
        <w:spacing w:after="120"/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</w:pPr>
      <w:r w:rsidRPr="004461C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4461CE">
        <w:rPr>
          <w:rFonts w:eastAsia="Times New Roman" w:cs="Arial"/>
        </w:rPr>
        <w:t>, zaktualizowanym rozporządzeniem Rady (UE) 2025/2033 (Dz.U. L, 2025/2033 z 23.10.2025) dalej: rozporządzenie 2025/2033</w:t>
      </w:r>
      <w:r w:rsidRPr="004461CE">
        <w:t>.</w:t>
      </w:r>
      <w:r w:rsidRPr="004461CE">
        <w:rPr>
          <w:vertAlign w:val="superscript"/>
        </w:rPr>
        <w:footnoteReference w:id="1"/>
      </w:r>
    </w:p>
    <w:p w14:paraId="3EA3242A" w14:textId="07AE7A3B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4BC9D8F1" w14:textId="63CF387D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19946833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FE7752A" w14:textId="1FB7096D" w:rsidR="00CC7E12" w:rsidRPr="00B16417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3D8697C9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304B6A63" w14:textId="4BF1514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D2B82" w14:textId="5FE7C2F3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9AA5069" w14:textId="6A9C5B18" w:rsidR="00CC7E12" w:rsidRDefault="00CC7E12" w:rsidP="00B16417">
      <w:pPr>
        <w:spacing w:after="160"/>
        <w:jc w:val="both"/>
        <w:rPr>
          <w:rFonts w:cstheme="minorHAnsi"/>
          <w:i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F73D9C0" w14:textId="77777777" w:rsidR="0085193B" w:rsidRDefault="0085193B" w:rsidP="00B16417">
      <w:pPr>
        <w:spacing w:after="160"/>
        <w:jc w:val="both"/>
        <w:rPr>
          <w:rFonts w:cstheme="minorHAnsi"/>
          <w:i/>
        </w:rPr>
      </w:pPr>
    </w:p>
    <w:p w14:paraId="43F8B9B4" w14:textId="77777777" w:rsidR="0085193B" w:rsidRDefault="0085193B" w:rsidP="00B16417">
      <w:pPr>
        <w:spacing w:after="160"/>
        <w:jc w:val="both"/>
        <w:rPr>
          <w:rFonts w:cstheme="minorHAnsi"/>
          <w:i/>
        </w:rPr>
      </w:pPr>
    </w:p>
    <w:p w14:paraId="68EE4365" w14:textId="77777777" w:rsidR="0085193B" w:rsidRPr="00B16417" w:rsidRDefault="0085193B" w:rsidP="00B16417">
      <w:pPr>
        <w:spacing w:after="160"/>
        <w:jc w:val="both"/>
        <w:rPr>
          <w:rFonts w:cstheme="minorHAnsi"/>
          <w:sz w:val="16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B16417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2C2C2F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oświadczeń woli w imieniu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4461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1CF3BC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D5AC63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7EB26A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EA4863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8BE498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13F38DEA" w:rsidR="00347E8D" w:rsidRPr="006E100D" w:rsidRDefault="00347E8D" w:rsidP="00B16417">
          <w:pPr>
            <w:suppressAutoHyphens/>
            <w:spacing w:after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271FA82" w14:textId="6316AD7B" w:rsidR="002F64D9" w:rsidRPr="00B16417" w:rsidRDefault="002F64D9" w:rsidP="00B16417">
          <w:pPr>
            <w:suppressAutoHyphens/>
            <w:spacing w:before="120"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</w:t>
          </w:r>
          <w:r w:rsidR="00D54E6E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37</w:t>
          </w:r>
          <w:r w:rsidR="0085193B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8</w:t>
          </w: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1A19274F" w14:textId="737CB67E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EB00C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1A4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269D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64D9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1CE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2D4E"/>
    <w:rsid w:val="005453F1"/>
    <w:rsid w:val="00551FB7"/>
    <w:rsid w:val="005532B0"/>
    <w:rsid w:val="005563FF"/>
    <w:rsid w:val="00562E63"/>
    <w:rsid w:val="00574D7E"/>
    <w:rsid w:val="00582CE9"/>
    <w:rsid w:val="00586477"/>
    <w:rsid w:val="0058794A"/>
    <w:rsid w:val="005932BA"/>
    <w:rsid w:val="005A354D"/>
    <w:rsid w:val="005B24A8"/>
    <w:rsid w:val="005B2B6D"/>
    <w:rsid w:val="005B3F04"/>
    <w:rsid w:val="005B6DC6"/>
    <w:rsid w:val="005C5E97"/>
    <w:rsid w:val="005C6812"/>
    <w:rsid w:val="005D118B"/>
    <w:rsid w:val="005D2D85"/>
    <w:rsid w:val="005D74EB"/>
    <w:rsid w:val="005E4AA3"/>
    <w:rsid w:val="005E79E5"/>
    <w:rsid w:val="005F0683"/>
    <w:rsid w:val="005F5DF6"/>
    <w:rsid w:val="006072DE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02F9"/>
    <w:rsid w:val="006F3B57"/>
    <w:rsid w:val="006F5F72"/>
    <w:rsid w:val="00701ED1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193B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454C4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73C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0E6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6417"/>
    <w:rsid w:val="00B17A2B"/>
    <w:rsid w:val="00B214AE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330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54E6E"/>
    <w:rsid w:val="00D6344F"/>
    <w:rsid w:val="00D80E4A"/>
    <w:rsid w:val="00D87E8A"/>
    <w:rsid w:val="00D9793B"/>
    <w:rsid w:val="00DA1F15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2B9B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7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Warunki udziału w postępowaniu.docx</dmsv2BaseFileName>
    <dmsv2BaseDisplayName xmlns="http://schemas.microsoft.com/sharepoint/v3">Załącznik nr 4 do SWZ - Warunki udziału w postępowaniu</dmsv2BaseDisplayName>
    <dmsv2SWPP2ObjectNumber xmlns="http://schemas.microsoft.com/sharepoint/v3">POST/DYS/OLD/GZ/04378/2025                        </dmsv2SWPP2ObjectNumber>
    <dmsv2SWPP2SumMD5 xmlns="http://schemas.microsoft.com/sharepoint/v3">bc62ee75f2ad6d272cd519e989e1bfcc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23911349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JEUP5JKVCYQC-1440096624-17287</_dlc_DocId>
    <_dlc_DocIdUrl xmlns="a19cb1c7-c5c7-46d4-85ae-d83685407bba">
      <Url>https://swpp2.dms.gkpge.pl/sites/41/_layouts/15/DocIdRedir.aspx?ID=JEUP5JKVCYQC-1440096624-17287</Url>
      <Description>JEUP5JKVCYQC-1440096624-17287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29EA7B-A2A1-487D-BFF7-7117759B4050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07F0589-CA53-49D8-B7BA-FEDD488679F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2</Pages>
  <Words>791</Words>
  <Characters>4749</Characters>
  <Application>Microsoft Office Word</Application>
  <DocSecurity>0</DocSecurity>
  <Lines>39</Lines>
  <Paragraphs>11</Paragraphs>
  <ScaleCrop>false</ScaleCrop>
  <Company>PGE Systemy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10</cp:revision>
  <cp:lastPrinted>2024-07-15T11:21:00Z</cp:lastPrinted>
  <dcterms:created xsi:type="dcterms:W3CDTF">2025-11-24T10:47:00Z</dcterms:created>
  <dcterms:modified xsi:type="dcterms:W3CDTF">2025-12-04T08:14:00Z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5c4ab6df-695b-4582-826d-09bb6fef8a99</vt:lpwstr>
  </property>
</Properties>
</file>